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94" w:rsidRPr="00E86A12" w:rsidRDefault="007A1618" w:rsidP="00272786">
      <w:pPr>
        <w:pStyle w:val="Heading1"/>
        <w:rPr>
          <w:rFonts w:ascii="Comic Sans MS" w:hAnsi="Comic Sans MS"/>
          <w:sz w:val="28"/>
          <w:szCs w:val="28"/>
        </w:rPr>
      </w:pPr>
      <w:r w:rsidRPr="00E86A12">
        <w:rPr>
          <w:rFonts w:ascii="Comic Sans MS" w:hAnsi="Comic Sans MS"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5024996</wp:posOffset>
            </wp:positionH>
            <wp:positionV relativeFrom="paragraph">
              <wp:posOffset>-202981</wp:posOffset>
            </wp:positionV>
            <wp:extent cx="939493" cy="1078361"/>
            <wp:effectExtent l="19050" t="0" r="0" b="0"/>
            <wp:wrapNone/>
            <wp:docPr id="7" name="Picture 1" descr="63576 Enviro Logo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576 Enviro Logo FINA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493" cy="10783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1494" w:rsidRPr="00E86A12">
        <w:rPr>
          <w:rFonts w:ascii="Comic Sans MS" w:hAnsi="Comic Sans MS"/>
          <w:sz w:val="28"/>
          <w:szCs w:val="28"/>
        </w:rPr>
        <w:t>MORNINGTON   PENINSULA   SCHOOLS’</w:t>
      </w:r>
    </w:p>
    <w:p w:rsidR="00CD1494" w:rsidRPr="00E86A12" w:rsidRDefault="00CD1494" w:rsidP="00272786">
      <w:pPr>
        <w:rPr>
          <w:rFonts w:ascii="Comic Sans MS" w:hAnsi="Comic Sans MS"/>
          <w:sz w:val="28"/>
          <w:szCs w:val="28"/>
        </w:rPr>
      </w:pPr>
      <w:proofErr w:type="gramStart"/>
      <w:r w:rsidRPr="00E86A12">
        <w:rPr>
          <w:rFonts w:ascii="Comic Sans MS" w:hAnsi="Comic Sans MS"/>
          <w:sz w:val="28"/>
          <w:szCs w:val="28"/>
        </w:rPr>
        <w:t>ENVIRONMENT   WEEK   COMMITTEE    inc</w:t>
      </w:r>
      <w:proofErr w:type="gramEnd"/>
      <w:r w:rsidRPr="00E86A12">
        <w:rPr>
          <w:rFonts w:ascii="Comic Sans MS" w:hAnsi="Comic Sans MS"/>
          <w:sz w:val="28"/>
          <w:szCs w:val="28"/>
        </w:rPr>
        <w:t>.</w:t>
      </w:r>
      <w:r w:rsidRPr="00E86A12">
        <w:rPr>
          <w:rFonts w:ascii="Comic Sans MS" w:hAnsi="Comic Sans MS"/>
          <w:noProof/>
          <w:sz w:val="28"/>
          <w:szCs w:val="28"/>
          <w:lang w:eastAsia="en-AU"/>
        </w:rPr>
        <w:t xml:space="preserve"> </w:t>
      </w:r>
    </w:p>
    <w:p w:rsidR="00CD1494" w:rsidRPr="00E86A12" w:rsidRDefault="00CD1494" w:rsidP="00272786">
      <w:pPr>
        <w:rPr>
          <w:rFonts w:ascii="Comic Sans MS" w:hAnsi="Comic Sans MS" w:cs="Arial"/>
          <w:szCs w:val="24"/>
        </w:rPr>
      </w:pPr>
      <w:r w:rsidRPr="00E86A12">
        <w:rPr>
          <w:rFonts w:ascii="Comic Sans MS" w:hAnsi="Comic Sans MS"/>
          <w:szCs w:val="24"/>
        </w:rPr>
        <w:t>ABN: 47.881.195.370</w:t>
      </w:r>
      <w:r w:rsidR="00E86A12">
        <w:rPr>
          <w:rFonts w:ascii="Comic Sans MS" w:hAnsi="Comic Sans MS"/>
          <w:szCs w:val="24"/>
        </w:rPr>
        <w:t xml:space="preserve">   </w:t>
      </w:r>
      <w:hyperlink r:id="rId6" w:history="1">
        <w:r w:rsidR="00E86A12" w:rsidRPr="00CE32F8">
          <w:rPr>
            <w:rStyle w:val="Hyperlink"/>
            <w:rFonts w:ascii="Comic Sans MS" w:hAnsi="Comic Sans MS" w:cs="Arial"/>
            <w:szCs w:val="24"/>
          </w:rPr>
          <w:t>www.morningtoneweek.com.au</w:t>
        </w:r>
      </w:hyperlink>
    </w:p>
    <w:p w:rsidR="00CD1494" w:rsidRPr="00CE32F8" w:rsidRDefault="00CD1494" w:rsidP="00272786">
      <w:pPr>
        <w:rPr>
          <w:rFonts w:ascii="Comic Sans MS" w:hAnsi="Comic Sans MS" w:cs="Arial"/>
          <w:szCs w:val="24"/>
        </w:rPr>
      </w:pPr>
      <w:r w:rsidRPr="00CE32F8">
        <w:rPr>
          <w:rFonts w:ascii="Comic Sans MS" w:hAnsi="Comic Sans MS"/>
          <w:b/>
        </w:rPr>
        <w:t xml:space="preserve">Connecting Children to their Environment and </w:t>
      </w:r>
      <w:r w:rsidR="00806884">
        <w:rPr>
          <w:rFonts w:ascii="Comic Sans MS" w:hAnsi="Comic Sans MS"/>
          <w:b/>
        </w:rPr>
        <w:t>Fostering</w:t>
      </w:r>
      <w:r w:rsidRPr="00CE32F8">
        <w:rPr>
          <w:rFonts w:ascii="Comic Sans MS" w:hAnsi="Comic Sans MS"/>
          <w:b/>
        </w:rPr>
        <w:t xml:space="preserve"> a Sustainable Future</w:t>
      </w:r>
    </w:p>
    <w:p w:rsidR="00B63D82" w:rsidRPr="006C7F39" w:rsidRDefault="00B63D82" w:rsidP="00272786">
      <w:pPr>
        <w:jc w:val="center"/>
        <w:rPr>
          <w:b/>
          <w:sz w:val="16"/>
          <w:szCs w:val="16"/>
        </w:rPr>
      </w:pPr>
    </w:p>
    <w:p w:rsidR="00B63D82" w:rsidRPr="00B63D82" w:rsidRDefault="00B63D82" w:rsidP="00272786">
      <w:pPr>
        <w:jc w:val="center"/>
        <w:rPr>
          <w:rFonts w:ascii="Impact" w:hAnsi="Impact"/>
          <w:b/>
          <w:sz w:val="28"/>
          <w:szCs w:val="28"/>
        </w:rPr>
      </w:pPr>
      <w:r w:rsidRPr="00B63D82">
        <w:rPr>
          <w:rFonts w:ascii="Impact" w:hAnsi="Impact"/>
          <w:b/>
          <w:sz w:val="28"/>
          <w:szCs w:val="28"/>
        </w:rPr>
        <w:t>Action Timeline 20</w:t>
      </w:r>
      <w:r w:rsidR="00F97BF6">
        <w:rPr>
          <w:rFonts w:ascii="Impact" w:hAnsi="Impact"/>
          <w:b/>
          <w:sz w:val="28"/>
          <w:szCs w:val="28"/>
        </w:rPr>
        <w:t>18 - 2019</w:t>
      </w:r>
    </w:p>
    <w:p w:rsidR="00B63D82" w:rsidRPr="00647A27" w:rsidRDefault="00B63D82" w:rsidP="00272786">
      <w:pPr>
        <w:rPr>
          <w:b/>
          <w:sz w:val="16"/>
          <w:szCs w:val="16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68"/>
        <w:gridCol w:w="3019"/>
        <w:gridCol w:w="3402"/>
      </w:tblGrid>
      <w:tr w:rsidR="00B63D82" w:rsidRPr="00B63D82" w:rsidTr="00CF3692">
        <w:tc>
          <w:tcPr>
            <w:tcW w:w="3468" w:type="dxa"/>
          </w:tcPr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B63D82"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3875AA">
              <w:rPr>
                <w:rFonts w:ascii="Arial" w:hAnsi="Arial" w:cs="Arial"/>
                <w:b/>
                <w:sz w:val="20"/>
              </w:rPr>
              <w:t>2</w:t>
            </w:r>
            <w:r w:rsidR="00F97BF6">
              <w:rPr>
                <w:rFonts w:ascii="Arial" w:hAnsi="Arial" w:cs="Arial"/>
                <w:b/>
                <w:sz w:val="20"/>
              </w:rPr>
              <w:t>6</w:t>
            </w:r>
            <w:r w:rsidR="003875AA" w:rsidRPr="003875AA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3875AA">
              <w:rPr>
                <w:rFonts w:ascii="Arial" w:hAnsi="Arial" w:cs="Arial"/>
                <w:b/>
                <w:sz w:val="20"/>
              </w:rPr>
              <w:t xml:space="preserve"> </w:t>
            </w:r>
            <w:r w:rsidR="00F97BF6">
              <w:rPr>
                <w:rFonts w:ascii="Arial" w:hAnsi="Arial" w:cs="Arial"/>
                <w:b/>
                <w:sz w:val="20"/>
              </w:rPr>
              <w:t>July 2018</w:t>
            </w:r>
          </w:p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AGM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</w:tcPr>
          <w:p w:rsidR="00F97BF6" w:rsidRDefault="00F97BF6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Annual Report</w:t>
            </w:r>
            <w:r w:rsidRPr="00231C70">
              <w:rPr>
                <w:rFonts w:ascii="Arial" w:hAnsi="Arial" w:cs="Arial"/>
                <w:sz w:val="20"/>
              </w:rPr>
              <w:t xml:space="preserve"> </w:t>
            </w:r>
          </w:p>
          <w:p w:rsidR="00F97BF6" w:rsidRPr="00231C70" w:rsidRDefault="00F97BF6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Future of E Week </w:t>
            </w:r>
          </w:p>
          <w:p w:rsidR="00F97BF6" w:rsidRDefault="00F97BF6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Dates for 2019</w:t>
            </w:r>
          </w:p>
          <w:p w:rsidR="00B63D82" w:rsidRPr="00272786" w:rsidRDefault="00B63D82" w:rsidP="002727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D82" w:rsidRPr="00B63D82" w:rsidTr="00CF3692">
        <w:tc>
          <w:tcPr>
            <w:tcW w:w="3468" w:type="dxa"/>
          </w:tcPr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B63D82"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F97BF6">
              <w:rPr>
                <w:rFonts w:ascii="Arial" w:hAnsi="Arial" w:cs="Arial"/>
                <w:b/>
                <w:sz w:val="20"/>
              </w:rPr>
              <w:t>16</w:t>
            </w:r>
            <w:r w:rsidRPr="00B63D8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Pr="00B63D82">
              <w:rPr>
                <w:rFonts w:ascii="Arial" w:hAnsi="Arial" w:cs="Arial"/>
                <w:b/>
                <w:sz w:val="20"/>
              </w:rPr>
              <w:t xml:space="preserve"> </w:t>
            </w:r>
            <w:r w:rsidR="00F97BF6">
              <w:rPr>
                <w:rFonts w:ascii="Arial" w:hAnsi="Arial" w:cs="Arial"/>
                <w:b/>
                <w:sz w:val="20"/>
              </w:rPr>
              <w:t>August 2018</w:t>
            </w:r>
            <w:r w:rsidRPr="00B63D82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F97BF6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MEETING</w:t>
            </w:r>
            <w:r w:rsidR="00B63D82" w:rsidRPr="00581EF7">
              <w:rPr>
                <w:rFonts w:ascii="Arial" w:hAnsi="Arial" w:cs="Arial"/>
                <w:b/>
                <w:sz w:val="20"/>
              </w:rPr>
              <w:t xml:space="preserve">    </w:t>
            </w:r>
          </w:p>
        </w:tc>
        <w:tc>
          <w:tcPr>
            <w:tcW w:w="3402" w:type="dxa"/>
          </w:tcPr>
          <w:p w:rsidR="00F97BF6" w:rsidRDefault="00F97BF6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Election of Committee</w:t>
            </w:r>
          </w:p>
          <w:p w:rsidR="00F97BF6" w:rsidRDefault="00F97BF6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Roles &amp; Responsibilities</w:t>
            </w:r>
          </w:p>
          <w:p w:rsidR="00B63D82" w:rsidRPr="00231C70" w:rsidRDefault="003875AA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Initial Program ideas</w:t>
            </w:r>
          </w:p>
          <w:p w:rsidR="00231C70" w:rsidRPr="00272786" w:rsidRDefault="00231C70" w:rsidP="00272786">
            <w:pPr>
              <w:pStyle w:val="ListParagraph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D82" w:rsidRPr="00B63D82" w:rsidTr="00CF3692">
        <w:tc>
          <w:tcPr>
            <w:tcW w:w="3468" w:type="dxa"/>
          </w:tcPr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F97BF6">
              <w:rPr>
                <w:rFonts w:ascii="Arial" w:hAnsi="Arial" w:cs="Arial"/>
                <w:b/>
                <w:sz w:val="20"/>
              </w:rPr>
              <w:t>13</w:t>
            </w:r>
            <w:r w:rsidR="00F97BF6" w:rsidRPr="00F97BF6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F97BF6">
              <w:rPr>
                <w:rFonts w:ascii="Arial" w:hAnsi="Arial" w:cs="Arial"/>
                <w:b/>
                <w:sz w:val="20"/>
              </w:rPr>
              <w:t xml:space="preserve"> </w:t>
            </w:r>
            <w:r w:rsidRPr="00B63D82">
              <w:rPr>
                <w:rFonts w:ascii="Arial" w:hAnsi="Arial" w:cs="Arial"/>
                <w:b/>
                <w:sz w:val="20"/>
              </w:rPr>
              <w:t>September</w:t>
            </w:r>
            <w:r w:rsidR="003875AA">
              <w:rPr>
                <w:rFonts w:ascii="Arial" w:hAnsi="Arial" w:cs="Arial"/>
                <w:b/>
                <w:sz w:val="20"/>
              </w:rPr>
              <w:t xml:space="preserve"> 2017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MEETING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</w:tcPr>
          <w:p w:rsidR="00B63D82" w:rsidRDefault="003875AA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Update</w:t>
            </w:r>
            <w:r w:rsidR="00B63D82" w:rsidRPr="00231C70">
              <w:rPr>
                <w:rFonts w:ascii="Arial" w:hAnsi="Arial" w:cs="Arial"/>
                <w:sz w:val="20"/>
              </w:rPr>
              <w:t xml:space="preserve"> program </w:t>
            </w:r>
          </w:p>
          <w:p w:rsidR="003875AA" w:rsidRPr="00231C70" w:rsidRDefault="003875AA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</w:t>
            </w:r>
          </w:p>
          <w:p w:rsidR="00B63D82" w:rsidRPr="00231C70" w:rsidRDefault="003875AA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Publicity Drive</w:t>
            </w:r>
          </w:p>
          <w:p w:rsidR="00B63D82" w:rsidRPr="00566249" w:rsidRDefault="00B63D82" w:rsidP="0027278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Sponsorship</w:t>
            </w:r>
          </w:p>
          <w:p w:rsidR="00231C70" w:rsidRPr="00272786" w:rsidRDefault="00231C70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66249" w:rsidRPr="00581EF7" w:rsidTr="00272786">
        <w:tc>
          <w:tcPr>
            <w:tcW w:w="3468" w:type="dxa"/>
          </w:tcPr>
          <w:p w:rsidR="00566249" w:rsidRPr="00581EF7" w:rsidRDefault="00F97BF6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Beginning Term 4</w:t>
            </w:r>
          </w:p>
        </w:tc>
        <w:tc>
          <w:tcPr>
            <w:tcW w:w="6421" w:type="dxa"/>
            <w:gridSpan w:val="2"/>
          </w:tcPr>
          <w:p w:rsidR="00566249" w:rsidRDefault="00F97BF6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2019 PROGRAM</w:t>
            </w:r>
            <w:r w:rsidR="00CE708B" w:rsidRPr="00581EF7">
              <w:rPr>
                <w:rFonts w:ascii="Arial" w:hAnsi="Arial" w:cs="Arial"/>
                <w:b/>
                <w:sz w:val="20"/>
              </w:rPr>
              <w:t xml:space="preserve"> INFORMATION SENT TO SCHOOLS</w:t>
            </w:r>
          </w:p>
          <w:p w:rsidR="00566249" w:rsidRPr="00272786" w:rsidRDefault="00566249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63D82" w:rsidRPr="00B63D82" w:rsidTr="00CF3692">
        <w:tc>
          <w:tcPr>
            <w:tcW w:w="3468" w:type="dxa"/>
          </w:tcPr>
          <w:p w:rsidR="00B63D82" w:rsidRPr="00B63D82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B63D82"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0845F2">
              <w:rPr>
                <w:rFonts w:ascii="Arial" w:hAnsi="Arial" w:cs="Arial"/>
                <w:b/>
                <w:sz w:val="20"/>
              </w:rPr>
              <w:t>11</w:t>
            </w:r>
            <w:r w:rsidR="000845F2" w:rsidRPr="000845F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0845F2">
              <w:rPr>
                <w:rFonts w:ascii="Arial" w:hAnsi="Arial" w:cs="Arial"/>
                <w:b/>
                <w:sz w:val="20"/>
              </w:rPr>
              <w:t xml:space="preserve"> </w:t>
            </w:r>
            <w:r w:rsidRPr="00B63D82">
              <w:rPr>
                <w:rFonts w:ascii="Arial" w:hAnsi="Arial" w:cs="Arial"/>
                <w:b/>
                <w:sz w:val="20"/>
              </w:rPr>
              <w:t xml:space="preserve"> </w:t>
            </w:r>
            <w:r w:rsidR="00F97BF6">
              <w:rPr>
                <w:rFonts w:ascii="Arial" w:hAnsi="Arial" w:cs="Arial"/>
                <w:b/>
                <w:sz w:val="20"/>
              </w:rPr>
              <w:t>October 2018</w:t>
            </w:r>
          </w:p>
          <w:p w:rsidR="00B63D82" w:rsidRPr="00B63D82" w:rsidRDefault="00B63D82" w:rsidP="0027278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MEETING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                    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</w:tcPr>
          <w:p w:rsidR="003875AA" w:rsidRDefault="003875AA" w:rsidP="002727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Review </w:t>
            </w:r>
            <w:r w:rsidR="000845F2">
              <w:rPr>
                <w:rFonts w:ascii="Arial" w:hAnsi="Arial" w:cs="Arial"/>
                <w:sz w:val="20"/>
              </w:rPr>
              <w:t>Mission Statement &amp; Guidelines</w:t>
            </w:r>
          </w:p>
          <w:p w:rsidR="00231C70" w:rsidRPr="00231C70" w:rsidRDefault="00B63D82" w:rsidP="002727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Review action on programs</w:t>
            </w:r>
            <w:r w:rsidR="00231C70" w:rsidRPr="00231C70">
              <w:rPr>
                <w:rFonts w:ascii="Arial" w:hAnsi="Arial" w:cs="Arial"/>
                <w:sz w:val="20"/>
              </w:rPr>
              <w:t xml:space="preserve">                  </w:t>
            </w:r>
          </w:p>
          <w:p w:rsidR="00B63D82" w:rsidRDefault="00581EF7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Facilities  and Logistics</w:t>
            </w:r>
          </w:p>
          <w:p w:rsidR="00231C70" w:rsidRDefault="00E86A12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Risk Management Plan review</w:t>
            </w:r>
          </w:p>
          <w:p w:rsidR="00272786" w:rsidRPr="00272786" w:rsidRDefault="00272786" w:rsidP="002727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D82" w:rsidRPr="00581EF7" w:rsidTr="00CF3692">
        <w:tc>
          <w:tcPr>
            <w:tcW w:w="3468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F97BF6">
              <w:rPr>
                <w:rFonts w:ascii="Arial" w:hAnsi="Arial" w:cs="Arial"/>
                <w:b/>
                <w:sz w:val="20"/>
              </w:rPr>
              <w:t xml:space="preserve"> </w:t>
            </w:r>
            <w:r w:rsidR="000845F2">
              <w:rPr>
                <w:rFonts w:ascii="Arial" w:hAnsi="Arial" w:cs="Arial"/>
                <w:b/>
                <w:sz w:val="20"/>
              </w:rPr>
              <w:t>8</w:t>
            </w:r>
            <w:r w:rsidR="000845F2" w:rsidRPr="000845F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0845F2">
              <w:rPr>
                <w:rFonts w:ascii="Arial" w:hAnsi="Arial" w:cs="Arial"/>
                <w:b/>
                <w:sz w:val="20"/>
              </w:rPr>
              <w:t xml:space="preserve"> </w:t>
            </w:r>
            <w:r w:rsidR="00F97BF6">
              <w:rPr>
                <w:rFonts w:ascii="Arial" w:hAnsi="Arial" w:cs="Arial"/>
                <w:b/>
                <w:sz w:val="20"/>
              </w:rPr>
              <w:t>November 2018</w:t>
            </w:r>
            <w:r w:rsidRPr="00581EF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63D82" w:rsidRPr="00581EF7" w:rsidRDefault="00B63D82" w:rsidP="0027278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19" w:type="dxa"/>
          </w:tcPr>
          <w:p w:rsidR="00B63D82" w:rsidRPr="0070562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705627">
              <w:rPr>
                <w:rFonts w:ascii="Arial" w:hAnsi="Arial" w:cs="Arial"/>
                <w:b/>
                <w:sz w:val="20"/>
              </w:rPr>
              <w:t xml:space="preserve">MEETING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sz w:val="20"/>
              </w:rPr>
              <w:t xml:space="preserve">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sz w:val="20"/>
              </w:rPr>
              <w:t xml:space="preserve">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:rsidR="00581EF7" w:rsidRPr="00231C70" w:rsidRDefault="00581EF7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Finalise activities/programs </w:t>
            </w:r>
          </w:p>
          <w:p w:rsidR="00905C74" w:rsidRPr="00231C70" w:rsidRDefault="00905C74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Review Personnel needed</w:t>
            </w:r>
          </w:p>
          <w:p w:rsidR="00581EF7" w:rsidRPr="00231C70" w:rsidRDefault="00581EF7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Emergency </w:t>
            </w:r>
            <w:r w:rsidR="000845F2">
              <w:rPr>
                <w:rFonts w:ascii="Arial" w:hAnsi="Arial" w:cs="Arial"/>
                <w:sz w:val="20"/>
              </w:rPr>
              <w:t xml:space="preserve">&amp; Traffic Management Plans </w:t>
            </w:r>
            <w:r w:rsidR="00E86A12">
              <w:rPr>
                <w:rFonts w:ascii="Arial" w:hAnsi="Arial" w:cs="Arial"/>
                <w:sz w:val="20"/>
              </w:rPr>
              <w:t>ratified</w:t>
            </w:r>
          </w:p>
          <w:p w:rsidR="00B63D82" w:rsidRPr="00CF3692" w:rsidRDefault="003875AA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Site Plan &amp; Facilities</w:t>
            </w:r>
          </w:p>
        </w:tc>
      </w:tr>
      <w:tr w:rsidR="00272786" w:rsidRPr="00581EF7" w:rsidTr="00CF3692">
        <w:tc>
          <w:tcPr>
            <w:tcW w:w="3468" w:type="dxa"/>
          </w:tcPr>
          <w:p w:rsidR="00272786" w:rsidRPr="00581EF7" w:rsidRDefault="00272786" w:rsidP="00CF369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Monday </w:t>
            </w:r>
            <w:r w:rsidR="00CF3692">
              <w:rPr>
                <w:rFonts w:ascii="Arial" w:hAnsi="Arial" w:cs="Arial"/>
                <w:b/>
                <w:sz w:val="20"/>
              </w:rPr>
              <w:t>3rd</w:t>
            </w:r>
            <w:r>
              <w:rPr>
                <w:rFonts w:ascii="Arial" w:hAnsi="Arial" w:cs="Arial"/>
                <w:b/>
                <w:sz w:val="20"/>
              </w:rPr>
              <w:t xml:space="preserve"> December</w:t>
            </w:r>
          </w:p>
        </w:tc>
        <w:tc>
          <w:tcPr>
            <w:tcW w:w="3019" w:type="dxa"/>
          </w:tcPr>
          <w:p w:rsidR="00272786" w:rsidRPr="00705627" w:rsidRDefault="00272786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BOOKINGS OPEN</w:t>
            </w:r>
          </w:p>
        </w:tc>
        <w:tc>
          <w:tcPr>
            <w:tcW w:w="3402" w:type="dxa"/>
          </w:tcPr>
          <w:p w:rsidR="00272786" w:rsidRDefault="00272786" w:rsidP="00272786">
            <w:pPr>
              <w:rPr>
                <w:rFonts w:ascii="Arial" w:hAnsi="Arial" w:cs="Arial"/>
                <w:sz w:val="20"/>
              </w:rPr>
            </w:pPr>
          </w:p>
          <w:p w:rsidR="00272786" w:rsidRPr="00272786" w:rsidRDefault="00272786" w:rsidP="002727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5F2" w:rsidRPr="00581EF7" w:rsidTr="00CF3692">
        <w:tc>
          <w:tcPr>
            <w:tcW w:w="3468" w:type="dxa"/>
          </w:tcPr>
          <w:p w:rsidR="000845F2" w:rsidRDefault="000845F2" w:rsidP="00CF369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Thursday 6</w:t>
            </w:r>
            <w:r w:rsidRPr="000845F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</w:rPr>
              <w:t xml:space="preserve"> December</w:t>
            </w:r>
          </w:p>
          <w:p w:rsidR="000845F2" w:rsidRDefault="000845F2" w:rsidP="00CF369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0845F2" w:rsidRDefault="000845F2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Tentative Meeting Date</w:t>
            </w:r>
          </w:p>
        </w:tc>
        <w:tc>
          <w:tcPr>
            <w:tcW w:w="3402" w:type="dxa"/>
          </w:tcPr>
          <w:p w:rsidR="000845F2" w:rsidRDefault="000845F2" w:rsidP="00272786">
            <w:pPr>
              <w:rPr>
                <w:rFonts w:ascii="Arial" w:hAnsi="Arial" w:cs="Arial"/>
                <w:sz w:val="20"/>
              </w:rPr>
            </w:pPr>
          </w:p>
        </w:tc>
      </w:tr>
      <w:tr w:rsidR="00581EF7" w:rsidRPr="00581EF7" w:rsidTr="00272786">
        <w:tc>
          <w:tcPr>
            <w:tcW w:w="3468" w:type="dxa"/>
          </w:tcPr>
          <w:p w:rsidR="00581EF7" w:rsidRPr="00581EF7" w:rsidRDefault="00272786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Tuesday</w:t>
            </w:r>
            <w:r w:rsidR="00CE708B" w:rsidRPr="00581EF7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29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</w:rPr>
              <w:t xml:space="preserve"> January</w:t>
            </w:r>
            <w:r w:rsidR="00FB52EF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2019</w:t>
            </w:r>
          </w:p>
        </w:tc>
        <w:tc>
          <w:tcPr>
            <w:tcW w:w="6421" w:type="dxa"/>
            <w:gridSpan w:val="2"/>
          </w:tcPr>
          <w:p w:rsidR="009B64B4" w:rsidRPr="00272786" w:rsidRDefault="00CE708B" w:rsidP="00272786">
            <w:pPr>
              <w:rPr>
                <w:rFonts w:ascii="Arial" w:hAnsi="Arial" w:cs="Arial"/>
                <w:b/>
                <w:sz w:val="20"/>
              </w:rPr>
            </w:pPr>
            <w:r w:rsidRPr="00272786">
              <w:rPr>
                <w:rFonts w:ascii="Arial" w:hAnsi="Arial" w:cs="Arial"/>
                <w:b/>
                <w:sz w:val="20"/>
              </w:rPr>
              <w:t xml:space="preserve">SCHOOL RESUMES. </w:t>
            </w:r>
            <w:r w:rsidR="00272786" w:rsidRPr="00272786">
              <w:rPr>
                <w:rFonts w:ascii="Arial" w:hAnsi="Arial" w:cs="Arial"/>
                <w:b/>
                <w:sz w:val="20"/>
              </w:rPr>
              <w:t xml:space="preserve"> </w:t>
            </w:r>
            <w:r w:rsidR="00272786">
              <w:rPr>
                <w:rFonts w:ascii="Arial" w:hAnsi="Arial" w:cs="Arial"/>
                <w:b/>
                <w:sz w:val="20"/>
              </w:rPr>
              <w:t>Reminder sent to all schools</w:t>
            </w:r>
          </w:p>
          <w:p w:rsidR="00581EF7" w:rsidRPr="00581EF7" w:rsidRDefault="00581EF7" w:rsidP="00272786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63D82" w:rsidRPr="00581EF7" w:rsidTr="00CF3692">
        <w:tc>
          <w:tcPr>
            <w:tcW w:w="3468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Thursday  </w:t>
            </w:r>
            <w:r w:rsidR="000845F2">
              <w:rPr>
                <w:rFonts w:ascii="Arial" w:hAnsi="Arial" w:cs="Arial"/>
                <w:b/>
                <w:sz w:val="20"/>
              </w:rPr>
              <w:t>14</w:t>
            </w:r>
            <w:r w:rsidR="000845F2" w:rsidRPr="000845F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0845F2">
              <w:rPr>
                <w:rFonts w:ascii="Arial" w:hAnsi="Arial" w:cs="Arial"/>
                <w:b/>
                <w:sz w:val="20"/>
              </w:rPr>
              <w:t xml:space="preserve"> </w:t>
            </w:r>
            <w:r w:rsidRPr="00581EF7">
              <w:rPr>
                <w:rFonts w:ascii="Arial" w:hAnsi="Arial" w:cs="Arial"/>
                <w:b/>
                <w:sz w:val="20"/>
              </w:rPr>
              <w:t>February</w:t>
            </w:r>
            <w:r w:rsidR="00FB52EF">
              <w:rPr>
                <w:rFonts w:ascii="Arial" w:hAnsi="Arial" w:cs="Arial"/>
                <w:b/>
                <w:sz w:val="20"/>
              </w:rPr>
              <w:t xml:space="preserve"> 2018</w:t>
            </w:r>
            <w:r w:rsidRPr="00581EF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MEETING   </w:t>
            </w:r>
            <w:r w:rsidRPr="00581EF7">
              <w:rPr>
                <w:rFonts w:ascii="Arial" w:hAnsi="Arial" w:cs="Arial"/>
                <w:sz w:val="20"/>
              </w:rPr>
              <w:t xml:space="preserve">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sz w:val="20"/>
              </w:rPr>
              <w:t xml:space="preserve">      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:rsidR="009B64B4" w:rsidRPr="00231C70" w:rsidRDefault="009B64B4" w:rsidP="002727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Review personnel needed</w:t>
            </w:r>
          </w:p>
          <w:p w:rsidR="009B64B4" w:rsidRPr="00231C70" w:rsidRDefault="009B64B4" w:rsidP="002727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Finalise Site Map</w:t>
            </w:r>
          </w:p>
          <w:p w:rsidR="00905C74" w:rsidRPr="00905C74" w:rsidRDefault="009B64B4" w:rsidP="0027278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Review numbers </w:t>
            </w:r>
            <w:r w:rsidR="00581EF7" w:rsidRPr="00231C70">
              <w:rPr>
                <w:rFonts w:ascii="Arial" w:hAnsi="Arial" w:cs="Arial"/>
                <w:sz w:val="20"/>
              </w:rPr>
              <w:t xml:space="preserve">     </w:t>
            </w:r>
          </w:p>
          <w:p w:rsidR="00905C74" w:rsidRPr="00231C70" w:rsidRDefault="00905C74" w:rsidP="0027278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Review </w:t>
            </w:r>
            <w:r>
              <w:rPr>
                <w:rFonts w:ascii="Arial" w:hAnsi="Arial" w:cs="Arial"/>
                <w:sz w:val="20"/>
              </w:rPr>
              <w:t>Roles and Responsibilities</w:t>
            </w:r>
          </w:p>
          <w:p w:rsidR="00231C70" w:rsidRPr="00905C74" w:rsidRDefault="00905C74" w:rsidP="0027278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Finalise </w:t>
            </w:r>
            <w:r w:rsidRPr="00231C70">
              <w:rPr>
                <w:rFonts w:ascii="Arial" w:hAnsi="Arial" w:cs="Arial"/>
                <w:sz w:val="20"/>
              </w:rPr>
              <w:t>Personnel needed</w:t>
            </w:r>
            <w:r w:rsidR="00581EF7" w:rsidRPr="00905C74">
              <w:rPr>
                <w:rFonts w:ascii="Arial" w:hAnsi="Arial" w:cs="Arial"/>
                <w:sz w:val="20"/>
              </w:rPr>
              <w:t xml:space="preserve">     </w:t>
            </w:r>
          </w:p>
          <w:p w:rsidR="00B63D82" w:rsidRPr="00647A27" w:rsidRDefault="00581EF7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     </w:t>
            </w:r>
          </w:p>
        </w:tc>
      </w:tr>
      <w:tr w:rsidR="00E86A12" w:rsidRPr="00581EF7" w:rsidTr="00272786">
        <w:tc>
          <w:tcPr>
            <w:tcW w:w="9889" w:type="dxa"/>
            <w:gridSpan w:val="3"/>
          </w:tcPr>
          <w:p w:rsidR="00E86A12" w:rsidRPr="00581EF7" w:rsidRDefault="00E86A12" w:rsidP="000845F2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MONDAY </w:t>
            </w:r>
            <w:r>
              <w:rPr>
                <w:rFonts w:ascii="Arial" w:hAnsi="Arial" w:cs="Arial"/>
                <w:b/>
                <w:sz w:val="20"/>
              </w:rPr>
              <w:t>4TH</w:t>
            </w:r>
            <w:r w:rsidRPr="00581EF7">
              <w:rPr>
                <w:rFonts w:ascii="Arial" w:hAnsi="Arial" w:cs="Arial"/>
                <w:b/>
                <w:sz w:val="20"/>
              </w:rPr>
              <w:t xml:space="preserve"> MARCH 201</w:t>
            </w:r>
            <w:r>
              <w:rPr>
                <w:rFonts w:ascii="Arial" w:hAnsi="Arial" w:cs="Arial"/>
                <w:b/>
                <w:sz w:val="20"/>
              </w:rPr>
              <w:t xml:space="preserve">9 </w:t>
            </w:r>
            <w:r w:rsidR="000845F2">
              <w:rPr>
                <w:rFonts w:ascii="Arial" w:hAnsi="Arial" w:cs="Arial"/>
                <w:b/>
                <w:sz w:val="20"/>
              </w:rPr>
              <w:t xml:space="preserve">             </w:t>
            </w:r>
            <w:r w:rsidRPr="00581EF7">
              <w:rPr>
                <w:rFonts w:ascii="Arial" w:hAnsi="Arial" w:cs="Arial"/>
                <w:b/>
                <w:sz w:val="20"/>
              </w:rPr>
              <w:t>BOOKINGS CLOSED</w:t>
            </w:r>
          </w:p>
          <w:p w:rsidR="00E86A12" w:rsidRPr="000845F2" w:rsidRDefault="00E86A12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63D82" w:rsidRPr="00581EF7" w:rsidTr="00CF3692">
        <w:tc>
          <w:tcPr>
            <w:tcW w:w="3468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Thursday  </w:t>
            </w:r>
            <w:r w:rsidR="00E86A12">
              <w:rPr>
                <w:rFonts w:ascii="Arial" w:hAnsi="Arial" w:cs="Arial"/>
                <w:b/>
                <w:sz w:val="20"/>
              </w:rPr>
              <w:t>14</w:t>
            </w:r>
            <w:r w:rsidR="00E86A12" w:rsidRPr="00E86A1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E86A12">
              <w:rPr>
                <w:rFonts w:ascii="Arial" w:hAnsi="Arial" w:cs="Arial"/>
                <w:b/>
                <w:sz w:val="20"/>
              </w:rPr>
              <w:t xml:space="preserve"> </w:t>
            </w:r>
            <w:r w:rsidRPr="00581EF7">
              <w:rPr>
                <w:rFonts w:ascii="Arial" w:hAnsi="Arial" w:cs="Arial"/>
                <w:b/>
                <w:sz w:val="20"/>
              </w:rPr>
              <w:t>March</w:t>
            </w:r>
            <w:r w:rsidR="00E86A12">
              <w:rPr>
                <w:rFonts w:ascii="Arial" w:hAnsi="Arial" w:cs="Arial"/>
                <w:b/>
                <w:sz w:val="20"/>
              </w:rPr>
              <w:t xml:space="preserve"> 2019</w:t>
            </w:r>
            <w:r w:rsidRPr="00581EF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9" w:type="dxa"/>
          </w:tcPr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MEETING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sz w:val="20"/>
              </w:rPr>
              <w:t xml:space="preserve">                        </w:t>
            </w:r>
          </w:p>
          <w:p w:rsidR="00B63D82" w:rsidRPr="00581EF7" w:rsidRDefault="00B63D82" w:rsidP="00272786">
            <w:pPr>
              <w:rPr>
                <w:rFonts w:ascii="Arial" w:hAnsi="Arial" w:cs="Arial"/>
                <w:sz w:val="20"/>
              </w:rPr>
            </w:pPr>
            <w:r w:rsidRPr="00581EF7">
              <w:rPr>
                <w:rFonts w:ascii="Arial" w:hAnsi="Arial" w:cs="Arial"/>
                <w:sz w:val="20"/>
              </w:rPr>
              <w:t xml:space="preserve">                        </w:t>
            </w:r>
          </w:p>
        </w:tc>
        <w:tc>
          <w:tcPr>
            <w:tcW w:w="3402" w:type="dxa"/>
          </w:tcPr>
          <w:p w:rsidR="009B64B4" w:rsidRPr="00231C70" w:rsidRDefault="009B64B4" w:rsidP="002727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Facilities &amp; Program Review </w:t>
            </w:r>
          </w:p>
          <w:p w:rsidR="009B64B4" w:rsidRPr="00231C70" w:rsidRDefault="009B64B4" w:rsidP="002727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 xml:space="preserve">Develop Roster </w:t>
            </w:r>
          </w:p>
          <w:p w:rsidR="00E86A12" w:rsidRPr="00647A27" w:rsidRDefault="009B64B4" w:rsidP="0027278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Final arrangements</w:t>
            </w:r>
          </w:p>
        </w:tc>
      </w:tr>
      <w:tr w:rsidR="00E86A12" w:rsidRPr="00581EF7" w:rsidTr="00272786">
        <w:tc>
          <w:tcPr>
            <w:tcW w:w="9889" w:type="dxa"/>
            <w:gridSpan w:val="3"/>
          </w:tcPr>
          <w:p w:rsidR="00E86A12" w:rsidRPr="00FB06AF" w:rsidRDefault="00E86A12" w:rsidP="00272786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CE708B">
              <w:rPr>
                <w:rFonts w:ascii="Arial" w:hAnsi="Arial" w:cs="Arial"/>
                <w:b/>
                <w:sz w:val="20"/>
                <w:u w:val="single"/>
              </w:rPr>
              <w:t xml:space="preserve">MON </w:t>
            </w:r>
            <w:r>
              <w:rPr>
                <w:rFonts w:ascii="Arial" w:hAnsi="Arial" w:cs="Arial"/>
                <w:b/>
                <w:sz w:val="20"/>
                <w:u w:val="single"/>
              </w:rPr>
              <w:t>25</w:t>
            </w:r>
            <w:r>
              <w:rPr>
                <w:rFonts w:ascii="Arial" w:hAnsi="Arial" w:cs="Arial"/>
                <w:b/>
                <w:sz w:val="20"/>
                <w:u w:val="single"/>
                <w:vertAlign w:val="superscript"/>
              </w:rPr>
              <w:t xml:space="preserve">th </w:t>
            </w:r>
            <w:r w:rsidRPr="00CE708B">
              <w:rPr>
                <w:rFonts w:ascii="Arial" w:hAnsi="Arial" w:cs="Arial"/>
                <w:b/>
                <w:sz w:val="20"/>
                <w:u w:val="single"/>
              </w:rPr>
              <w:t xml:space="preserve"> – THURS </w:t>
            </w:r>
            <w:r>
              <w:rPr>
                <w:rFonts w:ascii="Arial" w:hAnsi="Arial" w:cs="Arial"/>
                <w:b/>
                <w:sz w:val="20"/>
                <w:u w:val="single"/>
              </w:rPr>
              <w:t>28</w:t>
            </w:r>
            <w:r w:rsidRPr="00F97BF6">
              <w:rPr>
                <w:rFonts w:ascii="Arial" w:hAnsi="Arial" w:cs="Arial"/>
                <w:b/>
                <w:sz w:val="20"/>
                <w:u w:val="single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CE708B">
              <w:rPr>
                <w:rFonts w:ascii="Arial" w:hAnsi="Arial" w:cs="Arial"/>
                <w:b/>
                <w:sz w:val="20"/>
                <w:u w:val="single"/>
              </w:rPr>
              <w:t xml:space="preserve"> MARCH</w:t>
            </w:r>
            <w:r w:rsidRPr="00FB06AF">
              <w:rPr>
                <w:rFonts w:ascii="Arial" w:hAnsi="Arial" w:cs="Arial"/>
                <w:b/>
                <w:sz w:val="20"/>
                <w:u w:val="single"/>
              </w:rPr>
              <w:t xml:space="preserve"> ENVIRONMENT WEEK</w:t>
            </w:r>
          </w:p>
          <w:p w:rsidR="00E86A12" w:rsidRPr="000845F2" w:rsidRDefault="00E86A12" w:rsidP="002727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4B4" w:rsidRPr="00581EF7" w:rsidTr="00272786">
        <w:tc>
          <w:tcPr>
            <w:tcW w:w="3468" w:type="dxa"/>
          </w:tcPr>
          <w:p w:rsidR="003875AA" w:rsidRPr="00CE708B" w:rsidRDefault="006C7F39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Monday </w:t>
            </w:r>
            <w:r w:rsidR="00F97BF6">
              <w:rPr>
                <w:rFonts w:ascii="Arial" w:hAnsi="Arial" w:cs="Arial"/>
                <w:b/>
                <w:sz w:val="20"/>
              </w:rPr>
              <w:t>25</w:t>
            </w:r>
            <w:r w:rsidR="00FB52EF" w:rsidRPr="00FB52EF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FB52EF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6C7F39" w:rsidRPr="006C7F39" w:rsidRDefault="006C7F39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F97BF6">
              <w:rPr>
                <w:rFonts w:ascii="Arial" w:hAnsi="Arial" w:cs="Arial"/>
                <w:b/>
                <w:sz w:val="20"/>
              </w:rPr>
              <w:t>28</w:t>
            </w:r>
            <w:r w:rsidR="00F97BF6" w:rsidRPr="00F97BF6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F97BF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421" w:type="dxa"/>
            <w:gridSpan w:val="2"/>
          </w:tcPr>
          <w:p w:rsidR="006C7F39" w:rsidRDefault="006C7F39" w:rsidP="00272786">
            <w:pPr>
              <w:rPr>
                <w:rFonts w:ascii="Arial" w:hAnsi="Arial" w:cs="Arial"/>
                <w:sz w:val="20"/>
              </w:rPr>
            </w:pPr>
            <w:r w:rsidRPr="00FB06AF">
              <w:rPr>
                <w:rFonts w:ascii="Arial" w:hAnsi="Arial" w:cs="Arial"/>
                <w:sz w:val="20"/>
              </w:rPr>
              <w:t>Official Opening</w:t>
            </w:r>
            <w:r w:rsidR="00CE708B">
              <w:rPr>
                <w:rFonts w:ascii="Arial" w:hAnsi="Arial" w:cs="Arial"/>
                <w:sz w:val="20"/>
              </w:rPr>
              <w:t xml:space="preserve">. </w:t>
            </w:r>
            <w:r w:rsidR="00905C74">
              <w:rPr>
                <w:rFonts w:ascii="Arial" w:hAnsi="Arial" w:cs="Arial"/>
                <w:sz w:val="20"/>
              </w:rPr>
              <w:t xml:space="preserve">Sponsors </w:t>
            </w:r>
            <w:r w:rsidR="00CE708B">
              <w:rPr>
                <w:rFonts w:ascii="Arial" w:hAnsi="Arial" w:cs="Arial"/>
                <w:sz w:val="20"/>
              </w:rPr>
              <w:t xml:space="preserve">lunch &amp; certificate presentation </w:t>
            </w:r>
          </w:p>
          <w:p w:rsidR="009B64B4" w:rsidRDefault="006C7F39" w:rsidP="00272786">
            <w:pPr>
              <w:rPr>
                <w:rFonts w:ascii="Arial" w:hAnsi="Arial" w:cs="Arial"/>
                <w:b/>
                <w:sz w:val="20"/>
              </w:rPr>
            </w:pPr>
            <w:r w:rsidRPr="00FB06AF">
              <w:rPr>
                <w:rFonts w:ascii="Arial" w:hAnsi="Arial" w:cs="Arial"/>
                <w:sz w:val="20"/>
              </w:rPr>
              <w:t xml:space="preserve">Present </w:t>
            </w:r>
            <w:r w:rsidR="003875AA">
              <w:rPr>
                <w:rFonts w:ascii="Arial" w:hAnsi="Arial" w:cs="Arial"/>
                <w:sz w:val="20"/>
              </w:rPr>
              <w:t xml:space="preserve">volunteer &amp; Presenter </w:t>
            </w:r>
            <w:r w:rsidRPr="00FB06AF">
              <w:rPr>
                <w:rFonts w:ascii="Arial" w:hAnsi="Arial" w:cs="Arial"/>
                <w:sz w:val="20"/>
              </w:rPr>
              <w:t>certificates at lunch time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</w:p>
          <w:p w:rsidR="00CE708B" w:rsidRPr="000845F2" w:rsidRDefault="00CE708B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875AA" w:rsidRPr="00581EF7" w:rsidTr="00272786">
        <w:tc>
          <w:tcPr>
            <w:tcW w:w="3468" w:type="dxa"/>
          </w:tcPr>
          <w:p w:rsidR="003875AA" w:rsidRPr="00581EF7" w:rsidRDefault="00E86A12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Friday 5</w:t>
            </w:r>
            <w:r w:rsidRPr="00E86A12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</w:rPr>
              <w:t xml:space="preserve"> April</w:t>
            </w:r>
            <w:r w:rsidR="003875AA">
              <w:rPr>
                <w:rFonts w:ascii="Arial" w:hAnsi="Arial" w:cs="Arial"/>
                <w:b/>
                <w:sz w:val="20"/>
              </w:rPr>
              <w:t xml:space="preserve"> 201</w:t>
            </w:r>
            <w:r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6421" w:type="dxa"/>
            <w:gridSpan w:val="2"/>
          </w:tcPr>
          <w:p w:rsidR="003875AA" w:rsidRPr="00231C70" w:rsidRDefault="003875AA" w:rsidP="00272786">
            <w:pPr>
              <w:rPr>
                <w:rFonts w:ascii="Arial" w:hAnsi="Arial" w:cs="Arial"/>
                <w:b/>
                <w:sz w:val="20"/>
              </w:rPr>
            </w:pPr>
            <w:r w:rsidRPr="00231C70">
              <w:rPr>
                <w:rFonts w:ascii="Arial" w:hAnsi="Arial" w:cs="Arial"/>
                <w:b/>
                <w:sz w:val="20"/>
              </w:rPr>
              <w:t>Term 1 Ends</w:t>
            </w:r>
          </w:p>
        </w:tc>
      </w:tr>
      <w:tr w:rsidR="00B63D82" w:rsidRPr="00581EF7" w:rsidTr="00CF3692">
        <w:tc>
          <w:tcPr>
            <w:tcW w:w="3468" w:type="dxa"/>
          </w:tcPr>
          <w:p w:rsidR="006C7F39" w:rsidRPr="006C7F39" w:rsidRDefault="006C7F39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63D82" w:rsidRPr="00581EF7" w:rsidRDefault="00B63D8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E86A12">
              <w:rPr>
                <w:rFonts w:ascii="Arial" w:hAnsi="Arial" w:cs="Arial"/>
                <w:b/>
                <w:sz w:val="20"/>
              </w:rPr>
              <w:t>26</w:t>
            </w:r>
            <w:r w:rsidR="00566249" w:rsidRPr="00566249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 w:rsidR="00566249">
              <w:rPr>
                <w:rFonts w:ascii="Arial" w:hAnsi="Arial" w:cs="Arial"/>
                <w:b/>
                <w:sz w:val="20"/>
              </w:rPr>
              <w:t xml:space="preserve"> April 201</w:t>
            </w:r>
            <w:r w:rsidR="00E86A12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3019" w:type="dxa"/>
          </w:tcPr>
          <w:p w:rsidR="006C7F39" w:rsidRPr="000845F2" w:rsidRDefault="006C7F39" w:rsidP="0027278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63D82" w:rsidRPr="00581EF7" w:rsidRDefault="00231C70" w:rsidP="0027278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MEETING</w:t>
            </w:r>
          </w:p>
        </w:tc>
        <w:tc>
          <w:tcPr>
            <w:tcW w:w="3402" w:type="dxa"/>
          </w:tcPr>
          <w:p w:rsidR="006C7F39" w:rsidRPr="006C7F39" w:rsidRDefault="006C7F39" w:rsidP="00272786">
            <w:pPr>
              <w:rPr>
                <w:rFonts w:ascii="Arial" w:hAnsi="Arial" w:cs="Arial"/>
                <w:sz w:val="20"/>
              </w:rPr>
            </w:pPr>
          </w:p>
          <w:p w:rsidR="00231C70" w:rsidRPr="00231C70" w:rsidRDefault="00231C70" w:rsidP="0027278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E Week Review</w:t>
            </w:r>
          </w:p>
          <w:p w:rsidR="00231C70" w:rsidRDefault="00231C70" w:rsidP="0027278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Set dates 20</w:t>
            </w:r>
            <w:r w:rsidR="00E86A12">
              <w:rPr>
                <w:rFonts w:ascii="Arial" w:hAnsi="Arial" w:cs="Arial"/>
                <w:sz w:val="20"/>
              </w:rPr>
              <w:t>20</w:t>
            </w:r>
          </w:p>
          <w:p w:rsidR="00C52150" w:rsidRPr="00272786" w:rsidRDefault="00C52150" w:rsidP="00C5215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272786">
              <w:rPr>
                <w:rFonts w:ascii="Arial" w:hAnsi="Arial" w:cs="Arial"/>
                <w:sz w:val="20"/>
              </w:rPr>
              <w:t>Future Directions</w:t>
            </w:r>
          </w:p>
          <w:p w:rsidR="00C52150" w:rsidRPr="000845F2" w:rsidRDefault="00C52150" w:rsidP="00C521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D82" w:rsidRPr="00581EF7" w:rsidTr="00CF3692">
        <w:tc>
          <w:tcPr>
            <w:tcW w:w="3468" w:type="dxa"/>
          </w:tcPr>
          <w:p w:rsidR="00B63D82" w:rsidRPr="00581EF7" w:rsidRDefault="00905C74" w:rsidP="007043BD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Thursday </w:t>
            </w:r>
            <w:r w:rsidR="00E86A12">
              <w:rPr>
                <w:rFonts w:ascii="Arial" w:hAnsi="Arial" w:cs="Arial"/>
                <w:b/>
                <w:sz w:val="20"/>
              </w:rPr>
              <w:t xml:space="preserve"> </w:t>
            </w:r>
            <w:r w:rsidR="007043BD">
              <w:rPr>
                <w:rFonts w:ascii="Arial" w:hAnsi="Arial" w:cs="Arial"/>
                <w:b/>
                <w:sz w:val="20"/>
              </w:rPr>
              <w:t>June</w:t>
            </w:r>
            <w:r w:rsidR="00E86A12">
              <w:rPr>
                <w:rFonts w:ascii="Arial" w:hAnsi="Arial" w:cs="Arial"/>
                <w:b/>
                <w:sz w:val="20"/>
              </w:rPr>
              <w:t xml:space="preserve"> 2019</w:t>
            </w:r>
            <w:r w:rsidR="007043BD">
              <w:rPr>
                <w:rFonts w:ascii="Arial" w:hAnsi="Arial" w:cs="Arial"/>
                <w:b/>
                <w:sz w:val="20"/>
              </w:rPr>
              <w:t xml:space="preserve"> TBA</w:t>
            </w:r>
          </w:p>
        </w:tc>
        <w:tc>
          <w:tcPr>
            <w:tcW w:w="3019" w:type="dxa"/>
          </w:tcPr>
          <w:p w:rsidR="00B63D82" w:rsidRPr="00581EF7" w:rsidRDefault="000845F2" w:rsidP="00272786">
            <w:pPr>
              <w:rPr>
                <w:rFonts w:ascii="Arial" w:hAnsi="Arial" w:cs="Arial"/>
                <w:b/>
                <w:sz w:val="20"/>
              </w:rPr>
            </w:pPr>
            <w:r w:rsidRPr="00581EF7">
              <w:rPr>
                <w:rFonts w:ascii="Arial" w:hAnsi="Arial" w:cs="Arial"/>
                <w:b/>
                <w:sz w:val="20"/>
              </w:rPr>
              <w:t>AGM &amp; COMMITTEE MEETING</w:t>
            </w:r>
          </w:p>
        </w:tc>
        <w:tc>
          <w:tcPr>
            <w:tcW w:w="3402" w:type="dxa"/>
          </w:tcPr>
          <w:p w:rsidR="00231C70" w:rsidRPr="000845F2" w:rsidRDefault="00231C70" w:rsidP="000845F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231C70">
              <w:rPr>
                <w:rFonts w:ascii="Arial" w:hAnsi="Arial" w:cs="Arial"/>
                <w:sz w:val="20"/>
              </w:rPr>
              <w:t>Election of Committee</w:t>
            </w:r>
          </w:p>
        </w:tc>
      </w:tr>
    </w:tbl>
    <w:p w:rsidR="00B21FF3" w:rsidRPr="00581EF7" w:rsidRDefault="00B21FF3" w:rsidP="000845F2">
      <w:pPr>
        <w:rPr>
          <w:rFonts w:ascii="Arial" w:hAnsi="Arial" w:cs="Arial"/>
          <w:sz w:val="20"/>
        </w:rPr>
      </w:pPr>
    </w:p>
    <w:sectPr w:rsidR="00B21FF3" w:rsidRPr="00581EF7" w:rsidSect="00E86A1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836"/>
    <w:multiLevelType w:val="hybridMultilevel"/>
    <w:tmpl w:val="AAD41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56D8"/>
    <w:multiLevelType w:val="hybridMultilevel"/>
    <w:tmpl w:val="B156BD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3E58B6"/>
    <w:multiLevelType w:val="hybridMultilevel"/>
    <w:tmpl w:val="17A438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D5080B"/>
    <w:multiLevelType w:val="hybridMultilevel"/>
    <w:tmpl w:val="8E5283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E57B77"/>
    <w:multiLevelType w:val="hybridMultilevel"/>
    <w:tmpl w:val="C994CB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EC4A13"/>
    <w:multiLevelType w:val="hybridMultilevel"/>
    <w:tmpl w:val="18025E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4D678B"/>
    <w:multiLevelType w:val="hybridMultilevel"/>
    <w:tmpl w:val="2A8EEB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487D43"/>
    <w:multiLevelType w:val="hybridMultilevel"/>
    <w:tmpl w:val="A6C200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BB1AD7"/>
    <w:multiLevelType w:val="hybridMultilevel"/>
    <w:tmpl w:val="9BB632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63D82"/>
    <w:rsid w:val="000845F2"/>
    <w:rsid w:val="000B37C2"/>
    <w:rsid w:val="001B4339"/>
    <w:rsid w:val="00231C70"/>
    <w:rsid w:val="00272786"/>
    <w:rsid w:val="002B417D"/>
    <w:rsid w:val="002B4CDA"/>
    <w:rsid w:val="002B5DA8"/>
    <w:rsid w:val="002E2FDE"/>
    <w:rsid w:val="003875AA"/>
    <w:rsid w:val="0041230A"/>
    <w:rsid w:val="00566249"/>
    <w:rsid w:val="00581EF7"/>
    <w:rsid w:val="00647A27"/>
    <w:rsid w:val="006C7F39"/>
    <w:rsid w:val="006E5894"/>
    <w:rsid w:val="007043BD"/>
    <w:rsid w:val="00705627"/>
    <w:rsid w:val="007A1618"/>
    <w:rsid w:val="00806884"/>
    <w:rsid w:val="00823736"/>
    <w:rsid w:val="008243B8"/>
    <w:rsid w:val="00905C74"/>
    <w:rsid w:val="009245C5"/>
    <w:rsid w:val="009B64B4"/>
    <w:rsid w:val="00AB70DC"/>
    <w:rsid w:val="00B21FF3"/>
    <w:rsid w:val="00B63D82"/>
    <w:rsid w:val="00B82C3C"/>
    <w:rsid w:val="00C16678"/>
    <w:rsid w:val="00C52150"/>
    <w:rsid w:val="00CD1494"/>
    <w:rsid w:val="00CE32F8"/>
    <w:rsid w:val="00CE708B"/>
    <w:rsid w:val="00CF3692"/>
    <w:rsid w:val="00D7526A"/>
    <w:rsid w:val="00E86A12"/>
    <w:rsid w:val="00F36AAB"/>
    <w:rsid w:val="00F62D5E"/>
    <w:rsid w:val="00F72B1E"/>
    <w:rsid w:val="00F97BF6"/>
    <w:rsid w:val="00FB06AF"/>
    <w:rsid w:val="00FB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4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D1494"/>
    <w:pPr>
      <w:keepNext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494"/>
    <w:rPr>
      <w:rFonts w:ascii="Times New Roman" w:eastAsia="Times New Roman" w:hAnsi="Times New Roman" w:cs="Times New Roman"/>
      <w:sz w:val="40"/>
      <w:szCs w:val="20"/>
    </w:rPr>
  </w:style>
  <w:style w:type="character" w:styleId="Hyperlink">
    <w:name w:val="Hyperlink"/>
    <w:basedOn w:val="DefaultParagraphFont"/>
    <w:uiPriority w:val="99"/>
    <w:unhideWhenUsed/>
    <w:rsid w:val="00CD1494"/>
    <w:rPr>
      <w:color w:val="0000FF" w:themeColor="hyperlink"/>
      <w:u w:val="single"/>
    </w:rPr>
  </w:style>
  <w:style w:type="table" w:styleId="TableGrid">
    <w:name w:val="Table Grid"/>
    <w:basedOn w:val="TableNormal"/>
    <w:rsid w:val="00B63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1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rningtoneweek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sHeather\AppData\Roaming\Microsoft\Templates\E%20Week%20Head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 Week Heading</Template>
  <TotalTime>12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LesHeather</dc:creator>
  <cp:lastModifiedBy>LesHeather</cp:lastModifiedBy>
  <cp:revision>5</cp:revision>
  <cp:lastPrinted>2017-10-24T01:05:00Z</cp:lastPrinted>
  <dcterms:created xsi:type="dcterms:W3CDTF">2018-08-21T02:10:00Z</dcterms:created>
  <dcterms:modified xsi:type="dcterms:W3CDTF">2018-10-26T05:58:00Z</dcterms:modified>
</cp:coreProperties>
</file>